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199" w:rsidRDefault="00AD2AFA">
      <w:pPr>
        <w:rPr>
          <w:sz w:val="24"/>
          <w:szCs w:val="24"/>
        </w:rPr>
      </w:pPr>
      <w:r>
        <w:rPr>
          <w:sz w:val="24"/>
          <w:szCs w:val="24"/>
        </w:rPr>
        <w:t xml:space="preserve">In the ancient mountains of Greece at the beginning of time, when dragons were new and goblins and trolls roamed the earth, the gods had a difficult time making peace to Greece. They needed more money. Then </w:t>
      </w:r>
      <w:r w:rsidR="009524C4">
        <w:rPr>
          <w:sz w:val="24"/>
          <w:szCs w:val="24"/>
        </w:rPr>
        <w:t>tom was</w:t>
      </w:r>
      <w:r>
        <w:rPr>
          <w:sz w:val="24"/>
          <w:szCs w:val="24"/>
        </w:rPr>
        <w:t xml:space="preserve"> born by Zeus and </w:t>
      </w:r>
      <w:r w:rsidR="009524C4">
        <w:rPr>
          <w:sz w:val="24"/>
          <w:szCs w:val="24"/>
        </w:rPr>
        <w:t>Athena,</w:t>
      </w:r>
      <w:r>
        <w:rPr>
          <w:sz w:val="24"/>
          <w:szCs w:val="24"/>
        </w:rPr>
        <w:t xml:space="preserve"> he was to take on the dangerous </w:t>
      </w:r>
      <w:r w:rsidR="00D95199">
        <w:rPr>
          <w:sz w:val="24"/>
          <w:szCs w:val="24"/>
        </w:rPr>
        <w:t>quest and go on the dangerous road to a pack of goblins to get some money.</w:t>
      </w:r>
    </w:p>
    <w:p w:rsidR="00D95199" w:rsidRDefault="00D95199">
      <w:pPr>
        <w:rPr>
          <w:sz w:val="24"/>
          <w:szCs w:val="24"/>
        </w:rPr>
      </w:pPr>
    </w:p>
    <w:p w:rsidR="00E75EBD" w:rsidRDefault="00D95199">
      <w:pPr>
        <w:rPr>
          <w:sz w:val="24"/>
          <w:szCs w:val="24"/>
        </w:rPr>
      </w:pPr>
      <w:r>
        <w:rPr>
          <w:sz w:val="24"/>
          <w:szCs w:val="24"/>
        </w:rPr>
        <w:t xml:space="preserve">At the age of 17 he was </w:t>
      </w:r>
      <w:r w:rsidR="009524C4">
        <w:rPr>
          <w:sz w:val="24"/>
          <w:szCs w:val="24"/>
        </w:rPr>
        <w:t>5</w:t>
      </w:r>
      <w:r>
        <w:rPr>
          <w:sz w:val="24"/>
          <w:szCs w:val="24"/>
        </w:rPr>
        <w:t xml:space="preserve"> foot 8, he wore a camouflaged cloak and holding a long bow. On</w:t>
      </w:r>
      <w:r w:rsidR="009524C4">
        <w:rPr>
          <w:sz w:val="24"/>
          <w:szCs w:val="24"/>
        </w:rPr>
        <w:t xml:space="preserve"> </w:t>
      </w:r>
      <w:r>
        <w:rPr>
          <w:sz w:val="24"/>
          <w:szCs w:val="24"/>
        </w:rPr>
        <w:t xml:space="preserve">his arm a quiver holding arrows. His </w:t>
      </w:r>
      <w:r w:rsidR="009524C4">
        <w:rPr>
          <w:sz w:val="24"/>
          <w:szCs w:val="24"/>
        </w:rPr>
        <w:t>companion is</w:t>
      </w:r>
      <w:r>
        <w:rPr>
          <w:sz w:val="24"/>
          <w:szCs w:val="24"/>
        </w:rPr>
        <w:t xml:space="preserve"> a dragon with 360 spikes</w:t>
      </w:r>
      <w:r w:rsidR="009524C4">
        <w:rPr>
          <w:sz w:val="24"/>
          <w:szCs w:val="24"/>
        </w:rPr>
        <w:t xml:space="preserve"> and can breathe fire at a remarkable </w:t>
      </w:r>
      <w:r w:rsidR="00D3313C">
        <w:rPr>
          <w:sz w:val="24"/>
          <w:szCs w:val="24"/>
        </w:rPr>
        <w:t>speed of 80 kilometres per hour. He was ready to go on his dangerous journey. He started off with his bow and arrows and two knives. His pet dragon which carried food and</w:t>
      </w:r>
      <w:r w:rsidR="00D73C50">
        <w:rPr>
          <w:sz w:val="24"/>
          <w:szCs w:val="24"/>
        </w:rPr>
        <w:t>.</w:t>
      </w:r>
      <w:r w:rsidR="00E55C24">
        <w:rPr>
          <w:sz w:val="24"/>
          <w:szCs w:val="24"/>
        </w:rPr>
        <w:t xml:space="preserve"> Once they set off they were in a cheerful mood, singing and partying all day but at night when they stopped a hurricane came through and blew away one of their food packs, to make matters worse it started to rain. So they went off </w:t>
      </w:r>
      <w:r w:rsidR="00061B3E">
        <w:rPr>
          <w:sz w:val="24"/>
          <w:szCs w:val="24"/>
        </w:rPr>
        <w:t xml:space="preserve">looking for shelter. About an hour later they saw a light. When they got to the light they saw something that made them stop in their tracks, a troll stood guarding the building. It was 18 feet tall and had snot </w:t>
      </w:r>
      <w:r w:rsidR="00E75EBD">
        <w:rPr>
          <w:sz w:val="24"/>
          <w:szCs w:val="24"/>
        </w:rPr>
        <w:t>dripping</w:t>
      </w:r>
      <w:r w:rsidR="00061B3E">
        <w:rPr>
          <w:sz w:val="24"/>
          <w:szCs w:val="24"/>
        </w:rPr>
        <w:t xml:space="preserve"> from its nose</w:t>
      </w:r>
      <w:r w:rsidR="00E75EBD">
        <w:rPr>
          <w:sz w:val="24"/>
          <w:szCs w:val="24"/>
        </w:rPr>
        <w:t xml:space="preserve">. Tom shot 8 arrows rapidly at its club and thumped it on its head with his Saxe knife. The man inside the building gave them a special shield charm and shelter when they explained their quest. </w:t>
      </w:r>
    </w:p>
    <w:p w:rsidR="00232D24" w:rsidRDefault="00E75EBD">
      <w:pPr>
        <w:rPr>
          <w:sz w:val="24"/>
          <w:szCs w:val="24"/>
        </w:rPr>
      </w:pPr>
      <w:r>
        <w:rPr>
          <w:sz w:val="24"/>
          <w:szCs w:val="24"/>
        </w:rPr>
        <w:t xml:space="preserve">The next day they set off and saw the goblin threshold they found a can of oil and when they saw the goblins come rushing </w:t>
      </w:r>
      <w:r w:rsidR="000540BC">
        <w:rPr>
          <w:sz w:val="24"/>
          <w:szCs w:val="24"/>
        </w:rPr>
        <w:t xml:space="preserve">at them they threw the oil on them and tom cast the shield charm on his dragon. His dragon breathed flames on the oil, as soon the </w:t>
      </w:r>
      <w:r w:rsidR="00C05DDD">
        <w:rPr>
          <w:sz w:val="24"/>
          <w:szCs w:val="24"/>
        </w:rPr>
        <w:t>fire touched the goblins they passed away. They took the gold and started on their</w:t>
      </w:r>
      <w:r w:rsidR="00232D24">
        <w:rPr>
          <w:sz w:val="24"/>
          <w:szCs w:val="24"/>
        </w:rPr>
        <w:t xml:space="preserve"> journey back. Tom thumped the troll on its head again. </w:t>
      </w:r>
    </w:p>
    <w:p w:rsidR="000540BC" w:rsidRDefault="00232D24">
      <w:pPr>
        <w:rPr>
          <w:sz w:val="24"/>
          <w:szCs w:val="24"/>
        </w:rPr>
      </w:pPr>
      <w:r>
        <w:rPr>
          <w:sz w:val="24"/>
          <w:szCs w:val="24"/>
        </w:rPr>
        <w:t>When they got home there was a thunderous applause. He then gave the money to the countless villages</w:t>
      </w:r>
      <w:r w:rsidR="00F54CFF">
        <w:rPr>
          <w:sz w:val="24"/>
          <w:szCs w:val="24"/>
        </w:rPr>
        <w:t xml:space="preserve"> that had</w:t>
      </w:r>
      <w:r w:rsidR="003A3FD2">
        <w:rPr>
          <w:sz w:val="24"/>
          <w:szCs w:val="24"/>
        </w:rPr>
        <w:t xml:space="preserve"> that needed to be rebuilt after the attacking trolls. That’s when the thrilling news comes; his dragon was a girl so he now has a dragon egg to care for. After that day there was always peace in the kingdom of </w:t>
      </w:r>
      <w:r w:rsidR="00D01C75">
        <w:rPr>
          <w:sz w:val="24"/>
          <w:szCs w:val="24"/>
        </w:rPr>
        <w:t>Greece.</w:t>
      </w:r>
    </w:p>
    <w:p w:rsidR="00D01C75" w:rsidRDefault="00D01C75">
      <w:pPr>
        <w:rPr>
          <w:sz w:val="24"/>
          <w:szCs w:val="24"/>
        </w:rPr>
      </w:pPr>
    </w:p>
    <w:p w:rsidR="00232D24" w:rsidRPr="00AD2AFA" w:rsidRDefault="00232D24">
      <w:pPr>
        <w:rPr>
          <w:sz w:val="24"/>
          <w:szCs w:val="24"/>
        </w:rPr>
      </w:pPr>
      <w:bookmarkStart w:id="0" w:name="_GoBack"/>
      <w:bookmarkEnd w:id="0"/>
    </w:p>
    <w:sectPr w:rsidR="00232D24" w:rsidRPr="00AD2A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AFA"/>
    <w:rsid w:val="000540BC"/>
    <w:rsid w:val="00061B3E"/>
    <w:rsid w:val="00193654"/>
    <w:rsid w:val="00232D24"/>
    <w:rsid w:val="003A3FD2"/>
    <w:rsid w:val="009524C4"/>
    <w:rsid w:val="00AD2AFA"/>
    <w:rsid w:val="00B250FF"/>
    <w:rsid w:val="00C05DDD"/>
    <w:rsid w:val="00D01C75"/>
    <w:rsid w:val="00D3313C"/>
    <w:rsid w:val="00D73C50"/>
    <w:rsid w:val="00D95199"/>
    <w:rsid w:val="00E55C24"/>
    <w:rsid w:val="00E75EBD"/>
    <w:rsid w:val="00F54CF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2318FCDF</Template>
  <TotalTime>20</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5</cp:revision>
  <dcterms:created xsi:type="dcterms:W3CDTF">2011-07-06T00:15:00Z</dcterms:created>
  <dcterms:modified xsi:type="dcterms:W3CDTF">2011-07-13T22:19:00Z</dcterms:modified>
</cp:coreProperties>
</file>